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717" w:rsidRPr="00880054" w:rsidRDefault="00A60D06" w:rsidP="00FA6E4E">
      <w:pPr>
        <w:pStyle w:val="Heading110"/>
        <w:keepNext/>
        <w:keepLines/>
        <w:shd w:val="clear" w:color="auto" w:fill="auto"/>
        <w:spacing w:after="0" w:line="240" w:lineRule="auto"/>
        <w:ind w:right="198"/>
        <w:jc w:val="left"/>
        <w:rPr>
          <w:b w:val="0"/>
          <w:sz w:val="6"/>
        </w:rPr>
      </w:pPr>
      <w:bookmarkStart w:id="0" w:name="bookmark0"/>
      <w:r w:rsidRPr="00880054">
        <w:rPr>
          <w:lang w:eastAsia="en-GB" w:bidi="ar-SA"/>
        </w:rPr>
        <w:drawing>
          <wp:anchor distT="0" distB="0" distL="63500" distR="164465" simplePos="0" relativeHeight="251657728" behindDoc="1" locked="0" layoutInCell="1" allowOverlap="1" wp14:anchorId="40C1876F" wp14:editId="5B7589B6">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sidRPr="00880054">
        <w:rPr>
          <w:b w:val="0"/>
          <w:sz w:val="20"/>
          <w:lang w:eastAsia="en-GB" w:bidi="ar-SA"/>
        </w:rPr>
        <mc:AlternateContent>
          <mc:Choice Requires="wps">
            <w:drawing>
              <wp:anchor distT="0" distB="0" distL="114300" distR="114300" simplePos="0" relativeHeight="251659776" behindDoc="1" locked="0" layoutInCell="0" allowOverlap="1" wp14:anchorId="4730E388" wp14:editId="3995BF22">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SK</w:t>
                      </w:r>
                    </w:p>
                  </w:txbxContent>
                </v:textbox>
                <w10:wrap anchorx="page" anchory="page"/>
              </v:shape>
            </w:pict>
          </mc:Fallback>
        </mc:AlternateContent>
      </w:r>
    </w:p>
    <w:p w:rsidR="007D1F4E" w:rsidRPr="00880054" w:rsidRDefault="00C87E7D" w:rsidP="00FA6E4E">
      <w:pPr>
        <w:pStyle w:val="Heading110"/>
        <w:keepNext/>
        <w:keepLines/>
        <w:shd w:val="clear" w:color="auto" w:fill="auto"/>
        <w:ind w:right="200"/>
      </w:pPr>
      <w:r w:rsidRPr="00880054">
        <w:t>Simulácia opatrení</w:t>
      </w:r>
      <w:r w:rsidR="00880054">
        <w:t xml:space="preserve"> v </w:t>
      </w:r>
      <w:r w:rsidRPr="00880054">
        <w:t>oblasti klímy: rozvíjajúce sa krajiny</w:t>
      </w:r>
      <w:bookmarkEnd w:id="0"/>
    </w:p>
    <w:p w:rsidR="007D1F4E" w:rsidRPr="00880054" w:rsidRDefault="00C87E7D" w:rsidP="00FA6E4E">
      <w:pPr>
        <w:pStyle w:val="Bodytext30"/>
        <w:shd w:val="clear" w:color="auto" w:fill="auto"/>
        <w:tabs>
          <w:tab w:val="left" w:pos="994"/>
        </w:tabs>
        <w:spacing w:before="0" w:after="120"/>
        <w:ind w:left="400"/>
      </w:pPr>
      <w:r w:rsidRPr="00880054">
        <w:t>Adresáti:</w:t>
      </w:r>
      <w:r w:rsidRPr="00880054">
        <w:tab/>
        <w:t>Hlavní vyjednávači za rozvíjajúce sa krajiny</w:t>
      </w:r>
    </w:p>
    <w:p w:rsidR="007D1F4E" w:rsidRPr="00880054" w:rsidRDefault="00C87E7D" w:rsidP="00FA6E4E">
      <w:pPr>
        <w:pStyle w:val="Bodytext20"/>
        <w:shd w:val="clear" w:color="auto" w:fill="auto"/>
        <w:ind w:left="3828" w:firstLine="0"/>
        <w:jc w:val="both"/>
      </w:pPr>
      <w:r w:rsidRPr="00880054">
        <w:t>(viac ako 100 krajín juhovýchodnej Ázie, väčšina krajín Strednej</w:t>
      </w:r>
      <w:r w:rsidR="00880054">
        <w:t xml:space="preserve"> a </w:t>
      </w:r>
      <w:r w:rsidRPr="00880054">
        <w:t>Južnej Ameriky, väčšina afrických krajín, malé ostrovné krajiny</w:t>
      </w:r>
      <w:r w:rsidR="00880054">
        <w:t xml:space="preserve"> a </w:t>
      </w:r>
      <w:r w:rsidRPr="00880054">
        <w:t>veľká časť krajín Blízkeho východu)</w:t>
      </w:r>
    </w:p>
    <w:p w:rsidR="007D1F4E" w:rsidRPr="00880054" w:rsidRDefault="00C87E7D" w:rsidP="00FA6E4E">
      <w:pPr>
        <w:pStyle w:val="Bodytext30"/>
        <w:shd w:val="clear" w:color="auto" w:fill="auto"/>
        <w:tabs>
          <w:tab w:val="left" w:pos="994"/>
        </w:tabs>
        <w:spacing w:before="0" w:after="120"/>
        <w:ind w:left="400"/>
      </w:pPr>
      <w:r w:rsidRPr="00880054">
        <w:t xml:space="preserve">Vec: </w:t>
      </w:r>
      <w:r w:rsidRPr="00880054">
        <w:tab/>
        <w:t>Príprava klimatického samitu</w:t>
      </w:r>
    </w:p>
    <w:p w:rsidR="0063415F" w:rsidRPr="00880054" w:rsidRDefault="0063415F" w:rsidP="00FA6E4E">
      <w:pPr>
        <w:pStyle w:val="Bodytext20"/>
        <w:shd w:val="clear" w:color="auto" w:fill="auto"/>
        <w:ind w:firstLine="0"/>
        <w:jc w:val="both"/>
      </w:pPr>
      <w:r w:rsidRPr="00880054">
        <w:t>Vitajte na klimatickom samite. Generálny tajomník OSN vás, ako aj vedúcich predstaviteľov všetkých príslušných zainteresovaných strán vyzval, aby ste spoločne našli riešenie</w:t>
      </w:r>
      <w:r w:rsidR="00880054">
        <w:t xml:space="preserve"> v </w:t>
      </w:r>
      <w:r w:rsidRPr="00880054">
        <w:t>súvislosti</w:t>
      </w:r>
      <w:r w:rsidR="00880054">
        <w:t xml:space="preserve"> s </w:t>
      </w:r>
      <w:r w:rsidRPr="00880054">
        <w:t xml:space="preserve">bojom proti zmene klímy. Vo svojej výzve </w:t>
      </w:r>
      <w:r w:rsidRPr="00880054">
        <w:rPr>
          <w:color w:val="0000FF"/>
          <w:u w:val="single"/>
        </w:rPr>
        <w:t>poznamenal</w:t>
      </w:r>
      <w:r w:rsidRPr="00880054">
        <w:t>, že „stav klimatickej núdze je súbojom</w:t>
      </w:r>
      <w:r w:rsidR="00880054">
        <w:t xml:space="preserve"> s </w:t>
      </w:r>
      <w:r w:rsidRPr="00880054">
        <w:t>časom, ktorý síce zatiaľ prehrávame, ale ešte ho môžeme vyhrať. Poprední vedci [...] uvádzajú, že zvýšenie teploty nad 1,5 °C spôsobí rozsiahle</w:t>
      </w:r>
      <w:r w:rsidR="00880054">
        <w:t xml:space="preserve"> a </w:t>
      </w:r>
      <w:r w:rsidRPr="00880054">
        <w:t>nezvratné škody na ekosystémoch, od ktorých závisíme.  Podľa vedcov však zároveň ešte nie je príliš neskoro. Môžeme to dokázať. Bude si to však vyžadovať zásadné zmeny vo všetkých aspektoch života našej spoločnosti: či už ide</w:t>
      </w:r>
      <w:r w:rsidR="00880054">
        <w:t xml:space="preserve"> o </w:t>
      </w:r>
      <w:r w:rsidRPr="00880054">
        <w:t>spôsob, ako dorábame potraviny</w:t>
      </w:r>
      <w:r w:rsidR="00880054">
        <w:t xml:space="preserve"> a </w:t>
      </w:r>
      <w:r w:rsidRPr="00880054">
        <w:t>využívame pôdu, alebo</w:t>
      </w:r>
      <w:r w:rsidR="00880054">
        <w:t xml:space="preserve"> o </w:t>
      </w:r>
      <w:r w:rsidRPr="00880054">
        <w:t>to, akým palivom poháňame naše stroje</w:t>
      </w:r>
      <w:r w:rsidR="00880054">
        <w:t xml:space="preserve"> a </w:t>
      </w:r>
      <w:r w:rsidRPr="00880054">
        <w:t>aká energia je základom nášho hospodárstva. Ak budeme postupovať spoločne, na nikoho sa nezabudne.“</w:t>
      </w:r>
    </w:p>
    <w:p w:rsidR="007D1F4E" w:rsidRPr="00880054" w:rsidRDefault="0063415F" w:rsidP="00FA6E4E">
      <w:pPr>
        <w:pStyle w:val="Bodytext20"/>
        <w:shd w:val="clear" w:color="auto" w:fill="auto"/>
        <w:ind w:firstLine="0"/>
        <w:jc w:val="both"/>
      </w:pPr>
      <w:r w:rsidRPr="00880054">
        <w:t>Cieľom samitu je vypracovať plán na obmedzenie globálneho otepľovania na menej ako 2 °C</w:t>
      </w:r>
      <w:r w:rsidR="00880054">
        <w:t xml:space="preserve"> v </w:t>
      </w:r>
      <w:r w:rsidRPr="00880054">
        <w:t>porovnaní</w:t>
      </w:r>
      <w:r w:rsidR="00880054">
        <w:t xml:space="preserve"> s </w:t>
      </w:r>
      <w:proofErr w:type="spellStart"/>
      <w:r w:rsidRPr="00880054">
        <w:t>predindustriálnou</w:t>
      </w:r>
      <w:proofErr w:type="spellEnd"/>
      <w:r w:rsidRPr="00880054">
        <w:t xml:space="preserve"> úrovňou</w:t>
      </w:r>
      <w:r w:rsidR="00880054">
        <w:t xml:space="preserve"> a </w:t>
      </w:r>
      <w:r w:rsidRPr="00880054">
        <w:t>usilovať sa</w:t>
      </w:r>
      <w:r w:rsidR="00880054">
        <w:t xml:space="preserve"> o </w:t>
      </w:r>
      <w:r w:rsidRPr="00880054">
        <w:t>obmedzenie zvýšenia teploty na 1,5 °C, čo sú medzinárodné ciele formálne uznané</w:t>
      </w:r>
      <w:r w:rsidR="00880054">
        <w:t xml:space="preserve"> v </w:t>
      </w:r>
      <w:r w:rsidRPr="00880054">
        <w:t>Parížskej dohode</w:t>
      </w:r>
      <w:r w:rsidR="00880054">
        <w:t xml:space="preserve"> o </w:t>
      </w:r>
      <w:r w:rsidRPr="00880054">
        <w:t xml:space="preserve">zmene klímy. </w:t>
      </w:r>
      <w:r w:rsidRPr="00880054">
        <w:rPr>
          <w:color w:val="0000FF"/>
          <w:u w:val="single"/>
        </w:rPr>
        <w:t>Vedecké dôkazy</w:t>
      </w:r>
      <w:r w:rsidRPr="00880054">
        <w:t xml:space="preserve"> sú jednoznačné: oteplenie nad túto hranicu bude znamenať katastrofické</w:t>
      </w:r>
      <w:r w:rsidR="00880054">
        <w:t xml:space="preserve"> a </w:t>
      </w:r>
      <w:r w:rsidRPr="00880054">
        <w:t>nezvrátiteľné dôsledky ohrozujúce zdravie, prosperitu</w:t>
      </w:r>
      <w:r w:rsidR="00880054">
        <w:t xml:space="preserve"> a </w:t>
      </w:r>
      <w:r w:rsidRPr="00880054">
        <w:t>život ľudí na celom svete.</w:t>
      </w:r>
    </w:p>
    <w:p w:rsidR="007D1F4E" w:rsidRPr="00880054" w:rsidRDefault="00C87E7D" w:rsidP="00FA6E4E">
      <w:pPr>
        <w:pStyle w:val="Bodytext20"/>
        <w:shd w:val="clear" w:color="auto" w:fill="auto"/>
        <w:ind w:firstLine="0"/>
        <w:jc w:val="both"/>
      </w:pPr>
      <w:r w:rsidRPr="00880054">
        <w:t>Vaša skupina zastupuje najmenej rozvinuté krajiny sveta. Vaše k</w:t>
      </w:r>
      <w:r w:rsidR="00880054">
        <w:t>rajiny majú spolu približne 2,9 </w:t>
      </w:r>
      <w:bookmarkStart w:id="1" w:name="_GoBack"/>
      <w:bookmarkEnd w:id="1"/>
      <w:r w:rsidRPr="00880054">
        <w:t>miliardy obyvateľov, čo je približne 38</w:t>
      </w:r>
      <w:r w:rsidR="00880054">
        <w:t> %</w:t>
      </w:r>
      <w:r w:rsidRPr="00880054">
        <w:t xml:space="preserve"> zo 7,7 miliardy ľudí na svete,</w:t>
      </w:r>
      <w:r w:rsidR="00880054">
        <w:t xml:space="preserve"> a </w:t>
      </w:r>
      <w:r w:rsidRPr="00880054">
        <w:t>ich počet rýchlo rastie. Spolu však vaše krajiny vytvárajú len približne 16</w:t>
      </w:r>
      <w:r w:rsidR="00880054">
        <w:t> %</w:t>
      </w:r>
      <w:r w:rsidRPr="00880054">
        <w:t xml:space="preserve"> svetovej hospodárskej produkcie</w:t>
      </w:r>
      <w:r w:rsidR="00880054">
        <w:t xml:space="preserve"> s </w:t>
      </w:r>
      <w:r w:rsidRPr="00880054">
        <w:t>nižším HDP (hrubý domáci produkt) na obyvateľa</w:t>
      </w:r>
      <w:r w:rsidR="00880054">
        <w:t xml:space="preserve"> a </w:t>
      </w:r>
      <w:r w:rsidRPr="00880054">
        <w:t>oveľa vyššou mierou chudoby ako rozvinuté krajiny.</w:t>
      </w:r>
    </w:p>
    <w:p w:rsidR="007D1F4E" w:rsidRPr="00880054" w:rsidRDefault="00C87E7D" w:rsidP="00FA6E4E">
      <w:pPr>
        <w:pStyle w:val="Bodytext20"/>
        <w:shd w:val="clear" w:color="auto" w:fill="auto"/>
        <w:spacing w:line="244" w:lineRule="exact"/>
        <w:ind w:left="400"/>
        <w:jc w:val="both"/>
      </w:pPr>
      <w:r w:rsidRPr="00880054">
        <w:t>Politické priority vašej skupiny sa uvádzajú ďalej, môžete však navrhnúť alebo zablokovať akékoľvek iné politické opatrenie:</w:t>
      </w:r>
    </w:p>
    <w:p w:rsidR="007D1F4E" w:rsidRPr="00880054" w:rsidRDefault="00C87E7D" w:rsidP="00FA6E4E">
      <w:pPr>
        <w:pStyle w:val="Bodytext30"/>
        <w:numPr>
          <w:ilvl w:val="0"/>
          <w:numId w:val="1"/>
        </w:numPr>
        <w:shd w:val="clear" w:color="auto" w:fill="auto"/>
        <w:tabs>
          <w:tab w:val="left" w:pos="362"/>
        </w:tabs>
        <w:spacing w:before="0" w:after="120"/>
        <w:ind w:left="400"/>
      </w:pPr>
      <w:r w:rsidRPr="00880054">
        <w:t>Dotovať energiu</w:t>
      </w:r>
      <w:r w:rsidR="00880054">
        <w:t xml:space="preserve"> z </w:t>
      </w:r>
      <w:r w:rsidRPr="00880054">
        <w:t>obnoviteľných zdrojov (napr. slnečnú, veternú, geotermálnu</w:t>
      </w:r>
      <w:r w:rsidR="00880054">
        <w:t xml:space="preserve"> a </w:t>
      </w:r>
      <w:r w:rsidRPr="00880054">
        <w:t>vodnú energiu</w:t>
      </w:r>
      <w:r w:rsidR="00880054">
        <w:t xml:space="preserve"> a </w:t>
      </w:r>
      <w:r w:rsidRPr="00880054">
        <w:t>ich akumuláciu).</w:t>
      </w:r>
    </w:p>
    <w:p w:rsidR="007D1F4E" w:rsidRPr="00880054" w:rsidRDefault="00C87E7D" w:rsidP="00FA6E4E">
      <w:pPr>
        <w:pStyle w:val="Bodytext20"/>
        <w:shd w:val="clear" w:color="auto" w:fill="auto"/>
        <w:ind w:left="400" w:firstLine="0"/>
        <w:jc w:val="both"/>
      </w:pPr>
      <w:r w:rsidRPr="00880054">
        <w:rPr>
          <w:rStyle w:val="Bodytext23"/>
        </w:rPr>
        <w:t>Odvetvie výroby energie</w:t>
      </w:r>
      <w:r w:rsidR="00880054">
        <w:rPr>
          <w:rStyle w:val="Bodytext23"/>
        </w:rPr>
        <w:t xml:space="preserve"> z </w:t>
      </w:r>
      <w:r w:rsidRPr="00880054">
        <w:rPr>
          <w:rStyle w:val="Bodytext23"/>
        </w:rPr>
        <w:t>obnoviteľných zdrojov rýchlo rastie, ale stále zabezpečuje menej ako 5</w:t>
      </w:r>
      <w:r w:rsidR="00880054">
        <w:rPr>
          <w:rStyle w:val="Bodytext23"/>
        </w:rPr>
        <w:t> %</w:t>
      </w:r>
      <w:r w:rsidRPr="00880054">
        <w:rPr>
          <w:rStyle w:val="Bodytext23"/>
        </w:rPr>
        <w:t xml:space="preserve"> svetových dodávok energie. Dotácie pomôžu týmto odvetviam rásť</w:t>
      </w:r>
      <w:r w:rsidR="00880054">
        <w:rPr>
          <w:rStyle w:val="Bodytext23"/>
        </w:rPr>
        <w:t xml:space="preserve"> a </w:t>
      </w:r>
      <w:r w:rsidRPr="00880054">
        <w:rPr>
          <w:rStyle w:val="Bodytext23"/>
        </w:rPr>
        <w:t>vytvárať pracovné miesta vo vašich krajinách (ak dokážete rozvinuté krajiny dobehnúť</w:t>
      </w:r>
      <w:r w:rsidR="00880054">
        <w:rPr>
          <w:rStyle w:val="Bodytext23"/>
        </w:rPr>
        <w:t xml:space="preserve"> v </w:t>
      </w:r>
      <w:r w:rsidRPr="00880054">
        <w:rPr>
          <w:rStyle w:val="Bodytext23"/>
        </w:rPr>
        <w:t>ich zlepšeniach veterných, solárnych</w:t>
      </w:r>
      <w:r w:rsidR="00880054">
        <w:rPr>
          <w:rStyle w:val="Bodytext23"/>
        </w:rPr>
        <w:t xml:space="preserve"> a </w:t>
      </w:r>
      <w:r w:rsidRPr="00880054">
        <w:rPr>
          <w:rStyle w:val="Bodytext23"/>
        </w:rPr>
        <w:t>akumulátorových technológií). Akumulácia elektrickej energie (napr. elektrická</w:t>
      </w:r>
      <w:r w:rsidR="00880054">
        <w:rPr>
          <w:rStyle w:val="Bodytext23"/>
        </w:rPr>
        <w:t xml:space="preserve"> a </w:t>
      </w:r>
      <w:r w:rsidRPr="00880054">
        <w:rPr>
          <w:rStyle w:val="Bodytext23"/>
        </w:rPr>
        <w:t>tepelná akumulácia, prečerpávacie vodné elektrárne)</w:t>
      </w:r>
      <w:r w:rsidR="00880054">
        <w:rPr>
          <w:rStyle w:val="Bodytext23"/>
        </w:rPr>
        <w:t xml:space="preserve"> a </w:t>
      </w:r>
      <w:r w:rsidRPr="00880054">
        <w:rPr>
          <w:rStyle w:val="Bodytext23"/>
        </w:rPr>
        <w:t>dynamické riadenie zaťaženia umožňujú, aby sa premenlivé obnoviteľné zdroje energie, ako je veterná</w:t>
      </w:r>
      <w:r w:rsidR="00880054">
        <w:rPr>
          <w:rStyle w:val="Bodytext23"/>
        </w:rPr>
        <w:t xml:space="preserve"> a </w:t>
      </w:r>
      <w:r w:rsidRPr="00880054">
        <w:rPr>
          <w:rStyle w:val="Bodytext23"/>
        </w:rPr>
        <w:t>slnečná energia, začlenili do energetickej sústavy</w:t>
      </w:r>
      <w:r w:rsidR="00880054">
        <w:rPr>
          <w:rStyle w:val="Bodytext23"/>
        </w:rPr>
        <w:t xml:space="preserve"> a </w:t>
      </w:r>
      <w:r w:rsidRPr="00880054">
        <w:rPr>
          <w:rStyle w:val="Bodytext23"/>
        </w:rPr>
        <w:t>zároveň zabezpečovali dodávky elektriny 24 hodín denne. Dotácie na obnoviteľné zdroje, ktoré vyplácajú rozvinuté</w:t>
      </w:r>
      <w:r w:rsidR="00880054">
        <w:rPr>
          <w:rStyle w:val="Bodytext23"/>
        </w:rPr>
        <w:t xml:space="preserve"> a </w:t>
      </w:r>
      <w:r w:rsidRPr="00880054">
        <w:rPr>
          <w:rStyle w:val="Bodytext23"/>
        </w:rPr>
        <w:t>rýchlo sa rozvíjajúce krajiny, ako je Čína, by tieto zdroje energie urobili pre vaše krajiny oveľa lacnejšími</w:t>
      </w:r>
      <w:r w:rsidR="00880054">
        <w:rPr>
          <w:rStyle w:val="Bodytext23"/>
        </w:rPr>
        <w:t xml:space="preserve"> a </w:t>
      </w:r>
      <w:r w:rsidRPr="00880054">
        <w:rPr>
          <w:rStyle w:val="Bodytext23"/>
        </w:rPr>
        <w:t>urýchlili by hospodársky rozvoj.</w:t>
      </w:r>
    </w:p>
    <w:p w:rsidR="007D1F4E" w:rsidRPr="00880054" w:rsidRDefault="00A067A5" w:rsidP="00FA6E4E">
      <w:pPr>
        <w:pStyle w:val="Bodytext30"/>
        <w:numPr>
          <w:ilvl w:val="0"/>
          <w:numId w:val="1"/>
        </w:numPr>
        <w:shd w:val="clear" w:color="auto" w:fill="auto"/>
        <w:tabs>
          <w:tab w:val="left" w:pos="362"/>
        </w:tabs>
        <w:spacing w:before="0" w:after="120"/>
        <w:ind w:left="400"/>
        <w:rPr>
          <w:b w:val="0"/>
        </w:rPr>
      </w:pPr>
      <w:r w:rsidRPr="00880054">
        <w:t>Znižovať emisie metánu, oxidu dusného</w:t>
      </w:r>
      <w:r w:rsidR="00880054">
        <w:t xml:space="preserve"> a </w:t>
      </w:r>
      <w:r w:rsidRPr="00880054">
        <w:t>iných skleníkových plynov.</w:t>
      </w:r>
      <w:r w:rsidRPr="00880054">
        <w:rPr>
          <w:b w:val="0"/>
        </w:rPr>
        <w:t xml:space="preserve"> CO</w:t>
      </w:r>
      <w:r w:rsidRPr="00880054">
        <w:rPr>
          <w:b w:val="0"/>
          <w:vertAlign w:val="subscript"/>
        </w:rPr>
        <w:t>2</w:t>
      </w:r>
      <w:r w:rsidRPr="00880054">
        <w:rPr>
          <w:b w:val="0"/>
        </w:rPr>
        <w:t xml:space="preserve"> je najvýznamnejším skleníkovým plynom, ale iné plyny spôsobujú asi štvrtinu globálneho otepľovania. Patrí sem metán (CH</w:t>
      </w:r>
      <w:r w:rsidRPr="00880054">
        <w:rPr>
          <w:b w:val="0"/>
          <w:vertAlign w:val="subscript"/>
        </w:rPr>
        <w:t>4</w:t>
      </w:r>
      <w:r w:rsidRPr="00880054">
        <w:rPr>
          <w:b w:val="0"/>
        </w:rPr>
        <w:t>), oxid dusný (N</w:t>
      </w:r>
      <w:r w:rsidRPr="00880054">
        <w:rPr>
          <w:b w:val="0"/>
          <w:vertAlign w:val="subscript"/>
        </w:rPr>
        <w:t>2</w:t>
      </w:r>
      <w:r w:rsidRPr="00880054">
        <w:rPr>
          <w:b w:val="0"/>
        </w:rPr>
        <w:t>O)</w:t>
      </w:r>
      <w:r w:rsidR="00880054">
        <w:rPr>
          <w:b w:val="0"/>
        </w:rPr>
        <w:t xml:space="preserve"> a </w:t>
      </w:r>
      <w:r w:rsidRPr="00880054">
        <w:rPr>
          <w:b w:val="0"/>
        </w:rPr>
        <w:t xml:space="preserve">celý rad </w:t>
      </w:r>
      <w:proofErr w:type="spellStart"/>
      <w:r w:rsidRPr="00880054">
        <w:rPr>
          <w:b w:val="0"/>
        </w:rPr>
        <w:t>chlórfluórovaných</w:t>
      </w:r>
      <w:proofErr w:type="spellEnd"/>
      <w:r w:rsidRPr="00880054">
        <w:rPr>
          <w:b w:val="0"/>
        </w:rPr>
        <w:t xml:space="preserve"> uhľovodíkov</w:t>
      </w:r>
      <w:r w:rsidR="00880054">
        <w:rPr>
          <w:b w:val="0"/>
        </w:rPr>
        <w:t xml:space="preserve"> a </w:t>
      </w:r>
      <w:r w:rsidRPr="00880054">
        <w:rPr>
          <w:b w:val="0"/>
        </w:rPr>
        <w:t xml:space="preserve">iných </w:t>
      </w:r>
      <w:proofErr w:type="spellStart"/>
      <w:r w:rsidRPr="00880054">
        <w:rPr>
          <w:b w:val="0"/>
        </w:rPr>
        <w:t>fluórovaných</w:t>
      </w:r>
      <w:proofErr w:type="spellEnd"/>
      <w:r w:rsidRPr="00880054">
        <w:rPr>
          <w:b w:val="0"/>
        </w:rPr>
        <w:t xml:space="preserve"> zlúčenín (tzv. </w:t>
      </w:r>
      <w:proofErr w:type="spellStart"/>
      <w:r w:rsidRPr="00880054">
        <w:rPr>
          <w:b w:val="0"/>
        </w:rPr>
        <w:t>F-plyny</w:t>
      </w:r>
      <w:proofErr w:type="spellEnd"/>
      <w:r w:rsidRPr="00880054">
        <w:rPr>
          <w:b w:val="0"/>
        </w:rPr>
        <w:t>). Mnohé tieto plyny odlišné od CO</w:t>
      </w:r>
      <w:r w:rsidRPr="00880054">
        <w:rPr>
          <w:b w:val="0"/>
          <w:vertAlign w:val="subscript"/>
        </w:rPr>
        <w:t>2</w:t>
      </w:r>
      <w:r w:rsidRPr="00880054">
        <w:rPr>
          <w:b w:val="0"/>
        </w:rPr>
        <w:t xml:space="preserve"> budú</w:t>
      </w:r>
      <w:r w:rsidR="00880054">
        <w:rPr>
          <w:b w:val="0"/>
        </w:rPr>
        <w:t xml:space="preserve"> v </w:t>
      </w:r>
      <w:r w:rsidRPr="00880054">
        <w:rPr>
          <w:b w:val="0"/>
        </w:rPr>
        <w:t>najbližšom storočí svojimi molekulami desať-, sto- alebo aj tisíckrát viac prispievať ku globálnemu otepľovaniu ako CO</w:t>
      </w:r>
      <w:r w:rsidRPr="00880054">
        <w:rPr>
          <w:b w:val="0"/>
          <w:vertAlign w:val="subscript"/>
        </w:rPr>
        <w:t>2</w:t>
      </w:r>
      <w:r w:rsidRPr="00880054">
        <w:rPr>
          <w:b w:val="0"/>
        </w:rPr>
        <w:t>. Hoci sú ich koncentrácie nízke, rýchlo sa zvyšujú. Väčšina týchto emisií vzniká</w:t>
      </w:r>
      <w:r w:rsidR="00880054">
        <w:rPr>
          <w:b w:val="0"/>
        </w:rPr>
        <w:t xml:space="preserve"> v </w:t>
      </w:r>
      <w:r w:rsidRPr="00880054">
        <w:rPr>
          <w:b w:val="0"/>
        </w:rPr>
        <w:t>rozvinutých krajinách</w:t>
      </w:r>
      <w:r w:rsidR="00880054">
        <w:rPr>
          <w:b w:val="0"/>
        </w:rPr>
        <w:t xml:space="preserve"> a </w:t>
      </w:r>
      <w:r w:rsidRPr="00880054">
        <w:rPr>
          <w:b w:val="0"/>
        </w:rPr>
        <w:t>rýchlo sa rozvíjajúcich ekonomikách sveta.</w:t>
      </w:r>
    </w:p>
    <w:p w:rsidR="007D1F4E" w:rsidRPr="00880054" w:rsidRDefault="00A067A5" w:rsidP="00FA6E4E">
      <w:pPr>
        <w:pStyle w:val="Bodytext30"/>
        <w:numPr>
          <w:ilvl w:val="0"/>
          <w:numId w:val="1"/>
        </w:numPr>
        <w:shd w:val="clear" w:color="auto" w:fill="auto"/>
        <w:tabs>
          <w:tab w:val="left" w:pos="362"/>
        </w:tabs>
        <w:spacing w:before="0" w:after="120"/>
        <w:ind w:left="400"/>
      </w:pPr>
      <w:r w:rsidRPr="00880054">
        <w:lastRenderedPageBreak/>
        <w:t>Obmedzovať odlesňovanie.</w:t>
      </w:r>
      <w:r w:rsidRPr="00880054">
        <w:rPr>
          <w:b w:val="0"/>
        </w:rPr>
        <w:t xml:space="preserve"> Odlesňovanie</w:t>
      </w:r>
      <w:r w:rsidR="00880054">
        <w:rPr>
          <w:b w:val="0"/>
        </w:rPr>
        <w:t xml:space="preserve"> v </w:t>
      </w:r>
      <w:r w:rsidRPr="00880054">
        <w:rPr>
          <w:b w:val="0"/>
        </w:rPr>
        <w:t>súčasnosti spôsobuje približne 15</w:t>
      </w:r>
      <w:r w:rsidR="00880054">
        <w:rPr>
          <w:b w:val="0"/>
        </w:rPr>
        <w:t> %</w:t>
      </w:r>
      <w:r w:rsidRPr="00880054">
        <w:rPr>
          <w:b w:val="0"/>
        </w:rPr>
        <w:t xml:space="preserve"> celosvetových emisií skleníkových plynov.</w:t>
      </w:r>
      <w:r w:rsidR="00880054">
        <w:rPr>
          <w:b w:val="0"/>
        </w:rPr>
        <w:t xml:space="preserve"> K </w:t>
      </w:r>
      <w:r w:rsidRPr="00880054">
        <w:rPr>
          <w:b w:val="0"/>
        </w:rPr>
        <w:t>odlesňovaniu dochádza</w:t>
      </w:r>
      <w:r w:rsidR="00880054">
        <w:rPr>
          <w:b w:val="0"/>
        </w:rPr>
        <w:t xml:space="preserve"> z </w:t>
      </w:r>
      <w:r w:rsidRPr="00880054">
        <w:rPr>
          <w:b w:val="0"/>
        </w:rPr>
        <w:t>veľkej časti</w:t>
      </w:r>
      <w:r w:rsidR="00880054">
        <w:rPr>
          <w:b w:val="0"/>
        </w:rPr>
        <w:t xml:space="preserve"> v </w:t>
      </w:r>
      <w:r w:rsidRPr="00880054">
        <w:rPr>
          <w:b w:val="0"/>
        </w:rPr>
        <w:t>tropických lesoch vašich krajín vrátane povodia Amazonky, oblastí južnej</w:t>
      </w:r>
      <w:r w:rsidR="00880054">
        <w:rPr>
          <w:b w:val="0"/>
        </w:rPr>
        <w:t xml:space="preserve"> a </w:t>
      </w:r>
      <w:r w:rsidRPr="00880054">
        <w:rPr>
          <w:b w:val="0"/>
        </w:rPr>
        <w:t>juhovýchodnej Ázie</w:t>
      </w:r>
      <w:r w:rsidR="00880054">
        <w:rPr>
          <w:b w:val="0"/>
        </w:rPr>
        <w:t xml:space="preserve"> a </w:t>
      </w:r>
      <w:r w:rsidRPr="00880054">
        <w:rPr>
          <w:b w:val="0"/>
        </w:rPr>
        <w:t>Afriky. Ochranou lesov sa tieto emisie môžu znížiť</w:t>
      </w:r>
      <w:r w:rsidR="00880054">
        <w:rPr>
          <w:b w:val="0"/>
        </w:rPr>
        <w:t xml:space="preserve"> a </w:t>
      </w:r>
      <w:r w:rsidRPr="00880054">
        <w:rPr>
          <w:b w:val="0"/>
        </w:rPr>
        <w:t>zároveň sa zachová biodiverzita</w:t>
      </w:r>
      <w:r w:rsidR="00880054">
        <w:rPr>
          <w:b w:val="0"/>
        </w:rPr>
        <w:t xml:space="preserve"> a </w:t>
      </w:r>
      <w:r w:rsidRPr="00880054">
        <w:rPr>
          <w:b w:val="0"/>
        </w:rPr>
        <w:t xml:space="preserve">ochránia sa zdroje vody. Obmedzením odlesňovania sa však tiež zmenšuje potenciál využívania týchto oblastí na ťažbu dreva, výrobu potravín, získavanie </w:t>
      </w:r>
      <w:proofErr w:type="spellStart"/>
      <w:r w:rsidRPr="00880054">
        <w:rPr>
          <w:b w:val="0"/>
        </w:rPr>
        <w:t>bioenergie</w:t>
      </w:r>
      <w:proofErr w:type="spellEnd"/>
      <w:r w:rsidR="00880054">
        <w:rPr>
          <w:b w:val="0"/>
        </w:rPr>
        <w:t xml:space="preserve"> a </w:t>
      </w:r>
      <w:r w:rsidRPr="00880054">
        <w:rPr>
          <w:b w:val="0"/>
        </w:rPr>
        <w:t>na iné dôležité využívanie.</w:t>
      </w:r>
    </w:p>
    <w:p w:rsidR="007D1F4E" w:rsidRPr="00880054" w:rsidRDefault="00C87E7D" w:rsidP="00FA6E4E">
      <w:pPr>
        <w:pStyle w:val="Bodytext20"/>
        <w:numPr>
          <w:ilvl w:val="0"/>
          <w:numId w:val="1"/>
        </w:numPr>
        <w:shd w:val="clear" w:color="auto" w:fill="auto"/>
        <w:tabs>
          <w:tab w:val="left" w:pos="362"/>
        </w:tabs>
        <w:ind w:left="400"/>
        <w:jc w:val="both"/>
      </w:pPr>
      <w:r w:rsidRPr="00880054">
        <w:rPr>
          <w:rStyle w:val="Bodytext2Bold"/>
        </w:rPr>
        <w:t xml:space="preserve">Zvážiť zalesňovanie. </w:t>
      </w:r>
      <w:r w:rsidRPr="00880054">
        <w:t>Zalesňovanie je zakladanie nových lesov na pôde, ktorá nemá stromy, pričom niekedy ide</w:t>
      </w:r>
      <w:r w:rsidR="00880054">
        <w:t xml:space="preserve"> o </w:t>
      </w:r>
      <w:r w:rsidRPr="00880054">
        <w:t>predtým odlesnenú alebo degradovanú pôdu. Ak by sa zalesňovanie uskutočňovalo vo veľkom rozsahu, mohlo by sa stať, že sa naň bude využívať pôda potrebná na pestovanie plodín alebo chov hospodárskych zvierat, čím by sa zvýšili ceny potravín. Zvážte, koľko pôdy by si vyžadovali politiky zalesňovania, ktoré navrhujete vy</w:t>
      </w:r>
      <w:r w:rsidR="00880054">
        <w:t xml:space="preserve"> a </w:t>
      </w:r>
      <w:r w:rsidRPr="00880054">
        <w:t>iné skupiny.</w:t>
      </w:r>
    </w:p>
    <w:p w:rsidR="007D1F4E" w:rsidRPr="00880054" w:rsidRDefault="00C87E7D" w:rsidP="00FA6E4E">
      <w:pPr>
        <w:pStyle w:val="Bodytext20"/>
        <w:numPr>
          <w:ilvl w:val="0"/>
          <w:numId w:val="1"/>
        </w:numPr>
        <w:shd w:val="clear" w:color="auto" w:fill="auto"/>
        <w:tabs>
          <w:tab w:val="left" w:pos="362"/>
        </w:tabs>
        <w:ind w:left="400"/>
        <w:jc w:val="both"/>
      </w:pPr>
      <w:r w:rsidRPr="00880054">
        <w:rPr>
          <w:rStyle w:val="Bodytext2Bold"/>
        </w:rPr>
        <w:t>Zvážiť zdaňovanie uhlia.</w:t>
      </w:r>
      <w:r w:rsidR="00880054">
        <w:rPr>
          <w:rStyle w:val="Bodytext2Bold"/>
        </w:rPr>
        <w:t xml:space="preserve"> V </w:t>
      </w:r>
      <w:r w:rsidRPr="00880054">
        <w:t>mnohých</w:t>
      </w:r>
      <w:r w:rsidR="00880054">
        <w:t xml:space="preserve"> z </w:t>
      </w:r>
      <w:r w:rsidRPr="00880054">
        <w:t>vašich krajín sa otvárajú nové uhoľné bane</w:t>
      </w:r>
      <w:r w:rsidR="00880054">
        <w:t xml:space="preserve"> a </w:t>
      </w:r>
      <w:r w:rsidRPr="00880054">
        <w:t>stavajú nové elektrárne, aj keď</w:t>
      </w:r>
      <w:r w:rsidR="00880054">
        <w:t xml:space="preserve"> z </w:t>
      </w:r>
      <w:r w:rsidRPr="00880054">
        <w:t>uhlia ako paliva pochádza najviac emisií oxidu uhličitého</w:t>
      </w:r>
      <w:r w:rsidR="00880054">
        <w:t xml:space="preserve"> a </w:t>
      </w:r>
      <w:r w:rsidRPr="00880054">
        <w:t>väčšina znečistenia ovzdušia, ktoré</w:t>
      </w:r>
      <w:r w:rsidR="00880054">
        <w:t xml:space="preserve"> v </w:t>
      </w:r>
      <w:r w:rsidRPr="00880054">
        <w:t>súčasnosti škodí miliónom ľudí. Zdaňovaním, reguláciou alebo dokonca postupným upúšťaním od využívania uhlia by sa mohli rýchlo znížiť emisie</w:t>
      </w:r>
      <w:r w:rsidR="00880054">
        <w:t xml:space="preserve"> a </w:t>
      </w:r>
      <w:r w:rsidRPr="00880054">
        <w:t>nebezpečné znečistenie ovzdušia</w:t>
      </w:r>
      <w:r w:rsidR="00880054">
        <w:t xml:space="preserve"> a </w:t>
      </w:r>
      <w:r w:rsidRPr="00880054">
        <w:t>mohlo by sa zlepšiť zdravie obyvateľstva.</w:t>
      </w:r>
    </w:p>
    <w:p w:rsidR="007D1F4E" w:rsidRPr="00880054" w:rsidRDefault="00E65821" w:rsidP="00FA6E4E">
      <w:pPr>
        <w:pStyle w:val="Bodytext20"/>
        <w:numPr>
          <w:ilvl w:val="0"/>
          <w:numId w:val="1"/>
        </w:numPr>
        <w:shd w:val="clear" w:color="auto" w:fill="auto"/>
        <w:tabs>
          <w:tab w:val="left" w:pos="362"/>
        </w:tabs>
        <w:ind w:left="400"/>
        <w:jc w:val="both"/>
      </w:pPr>
      <w:r w:rsidRPr="00880054">
        <w:rPr>
          <w:b/>
        </w:rPr>
        <w:t>Zvážiť stanovenie ceny emisií CO</w:t>
      </w:r>
      <w:r w:rsidRPr="00880054">
        <w:rPr>
          <w:b/>
          <w:vertAlign w:val="subscript"/>
        </w:rPr>
        <w:t>2</w:t>
      </w:r>
      <w:r w:rsidRPr="00880054">
        <w:rPr>
          <w:b/>
        </w:rPr>
        <w:t>.</w:t>
      </w:r>
      <w:r w:rsidR="00880054">
        <w:t xml:space="preserve"> V </w:t>
      </w:r>
      <w:r w:rsidRPr="00880054">
        <w:t>celosvetovej energetickej sústave stále dominujú fosílne palivá</w:t>
      </w:r>
      <w:r w:rsidR="00880054">
        <w:t xml:space="preserve"> a </w:t>
      </w:r>
      <w:r w:rsidRPr="00880054">
        <w:t>CO</w:t>
      </w:r>
      <w:r w:rsidRPr="00880054">
        <w:rPr>
          <w:vertAlign w:val="subscript"/>
        </w:rPr>
        <w:t>2</w:t>
      </w:r>
      <w:r w:rsidRPr="00880054">
        <w:t>, ktorý</w:t>
      </w:r>
      <w:r w:rsidR="00880054">
        <w:t xml:space="preserve"> z </w:t>
      </w:r>
      <w:r w:rsidRPr="00880054">
        <w:t>nich vzniká, najviac prispieva</w:t>
      </w:r>
      <w:r w:rsidR="00880054">
        <w:t xml:space="preserve"> k </w:t>
      </w:r>
      <w:r w:rsidRPr="00880054">
        <w:t>zmene klímy. Trhové ceny</w:t>
      </w:r>
      <w:r w:rsidR="00880054">
        <w:t xml:space="preserve"> v </w:t>
      </w:r>
      <w:r w:rsidRPr="00880054">
        <w:t>súčasnosti nezahŕňajú environmentálne</w:t>
      </w:r>
      <w:r w:rsidR="00880054">
        <w:t xml:space="preserve"> a </w:t>
      </w:r>
      <w:r w:rsidRPr="00880054">
        <w:t xml:space="preserve">sociálne škody spôsobené fosílnymi palivami („negatívne </w:t>
      </w:r>
      <w:proofErr w:type="spellStart"/>
      <w:r w:rsidRPr="00880054">
        <w:t>externality</w:t>
      </w:r>
      <w:proofErr w:type="spellEnd"/>
      <w:r w:rsidRPr="00880054">
        <w:t>“). Čo je horšie, vlády na celom svete vrátane mnohých vlád</w:t>
      </w:r>
      <w:r w:rsidR="00880054">
        <w:t xml:space="preserve"> z </w:t>
      </w:r>
      <w:r w:rsidRPr="00880054">
        <w:t>vašich krajín poskytujú od 775 miliárd do 1 bilióna USD ročne na dotácie pre odvetvia fosílnych palív. Ekonómovia sa zhodujú na tom, že cena emisií oxidu uhličitého je najlepší spôsob, ako znížiť globálne emisie skleníkových plynov. Zvážte, či by ste podporili stanovovanie celosvetovej ceny emisií oxidu uhličitého, ku ktorému by mohlo dochádzať postupne tak, aby sa poskytol čas sa tomu prispôsobiť.</w:t>
      </w:r>
    </w:p>
    <w:p w:rsidR="007D1F4E" w:rsidRPr="00880054" w:rsidRDefault="00C87E7D" w:rsidP="00FA6E4E">
      <w:pPr>
        <w:pStyle w:val="Bodytext20"/>
        <w:shd w:val="clear" w:color="auto" w:fill="auto"/>
        <w:ind w:left="400" w:firstLine="0"/>
        <w:jc w:val="both"/>
      </w:pPr>
      <w:r w:rsidRPr="00880054">
        <w:t>Príjmy by sa mohli vyplácať verejnosti alebo by mohli pomôcť kompenzovať náklady na iné politiky. Hoci sa cena emisií oxidu uhličitého</w:t>
      </w:r>
      <w:r w:rsidR="00880054">
        <w:t xml:space="preserve"> v </w:t>
      </w:r>
      <w:r w:rsidRPr="00880054">
        <w:t>niekoľkých krajinách stanovila, je oveľa nižšia než ekonómami odporúčaných 30 – 50 USD alebo</w:t>
      </w:r>
      <w:r w:rsidR="00880054">
        <w:t xml:space="preserve"> i </w:t>
      </w:r>
      <w:r w:rsidRPr="00880054">
        <w:t>viac za tonu. Nemôžete si však dovoliť postupovať príliš rýchlo. Stredná vrstva vo vašich krajinách sa usiluje</w:t>
      </w:r>
      <w:r w:rsidR="00880054">
        <w:t xml:space="preserve"> o </w:t>
      </w:r>
      <w:r w:rsidRPr="00880054">
        <w:t>to, aby si mohla dovoliť výrobky</w:t>
      </w:r>
      <w:r w:rsidR="00880054">
        <w:t xml:space="preserve"> a </w:t>
      </w:r>
      <w:r w:rsidRPr="00880054">
        <w:t>služby, ktoré sú pre ľudí</w:t>
      </w:r>
      <w:r w:rsidR="00880054">
        <w:t xml:space="preserve"> v </w:t>
      </w:r>
      <w:r w:rsidRPr="00880054">
        <w:t>rozvinutých krajinách samozrejmosťou: automobil, klimatizácia, cestovanie lietadlom atď. Chudobní ľudia vo vašich krajinách sa zasa snažia zabezpečiť si spoľahlivé dodávky elektriny, čistú vodu, potraviny, zdravotnú starostlivosť, dôstojné bývanie</w:t>
      </w:r>
      <w:r w:rsidR="00880054">
        <w:t xml:space="preserve"> a </w:t>
      </w:r>
      <w:r w:rsidRPr="00880054">
        <w:t>uspokojiť si iné základné ľudské potreby, takže stúpajúce náklady na energiu budú veľmi pociťovať.</w:t>
      </w:r>
    </w:p>
    <w:p w:rsidR="0033065F" w:rsidRPr="00880054" w:rsidRDefault="0033065F" w:rsidP="00FA6E4E">
      <w:pPr>
        <w:pStyle w:val="Bodytext50"/>
        <w:shd w:val="clear" w:color="auto" w:fill="auto"/>
        <w:spacing w:before="0"/>
      </w:pPr>
    </w:p>
    <w:p w:rsidR="007D1F4E" w:rsidRPr="00880054" w:rsidRDefault="00C87E7D" w:rsidP="00FA6E4E">
      <w:pPr>
        <w:pStyle w:val="Bodytext50"/>
        <w:shd w:val="clear" w:color="auto" w:fill="auto"/>
        <w:spacing w:before="0"/>
      </w:pPr>
      <w:r w:rsidRPr="00880054">
        <w:t>Ďalšie súvislosti</w:t>
      </w:r>
    </w:p>
    <w:p w:rsidR="007D1F4E" w:rsidRPr="00880054" w:rsidRDefault="00C87E7D" w:rsidP="00FA6E4E">
      <w:pPr>
        <w:pStyle w:val="Bodytext20"/>
        <w:shd w:val="clear" w:color="auto" w:fill="auto"/>
        <w:ind w:firstLine="0"/>
        <w:jc w:val="both"/>
      </w:pPr>
      <w:r w:rsidRPr="00880054">
        <w:t>Mnohí obyvatelia vašich krajín nemajú prístup</w:t>
      </w:r>
      <w:r w:rsidR="00880054">
        <w:t xml:space="preserve"> k </w:t>
      </w:r>
      <w:r w:rsidRPr="00880054">
        <w:t>elektrickej energii alebo inému spoľahlivému</w:t>
      </w:r>
      <w:r w:rsidR="00880054">
        <w:t xml:space="preserve"> a </w:t>
      </w:r>
      <w:r w:rsidRPr="00880054">
        <w:t>cenovo dostupnému zdroju energie. Vaše krajiny sú zodpovedné len za približne 24</w:t>
      </w:r>
      <w:r w:rsidR="00880054">
        <w:t> %</w:t>
      </w:r>
      <w:r w:rsidRPr="00880054">
        <w:t xml:space="preserve"> celosvetových emisií skleníkových plynov</w:t>
      </w:r>
      <w:r w:rsidR="00880054">
        <w:t xml:space="preserve"> a </w:t>
      </w:r>
      <w:r w:rsidRPr="00880054">
        <w:t>emisie na osobu sú oveľa nižšie ako</w:t>
      </w:r>
      <w:r w:rsidR="00880054">
        <w:t xml:space="preserve"> v </w:t>
      </w:r>
      <w:r w:rsidRPr="00880054">
        <w:t>rozvinutých krajinách, či dokonca</w:t>
      </w:r>
      <w:r w:rsidR="00880054">
        <w:t xml:space="preserve"> v </w:t>
      </w:r>
      <w:r w:rsidRPr="00880054">
        <w:t>Číne. Využívanie fosílnych palív vo vašich krajinách však rýchlo rastie, pretože vaše hospodárstva sa rozvíjajú. Rozvinuté krajiny vytvorili väčšinu kumulatívnych emisií skleníkových plynov, ktoré spôsobili klimatickú krízu, pričom však obyvatelia vašich krajín najviac trpia dôsledkami zmeny klímy</w:t>
      </w:r>
      <w:r w:rsidR="00880054">
        <w:t xml:space="preserve"> a </w:t>
      </w:r>
      <w:r w:rsidRPr="00880054">
        <w:t>majú najmenšiu schopnosť prispôsobiť sa im. Ste presvedčení, že je morálnou povinnosťou rozvinutých krajín znížiť svoje emisie</w:t>
      </w:r>
      <w:r w:rsidR="00880054">
        <w:t xml:space="preserve"> a </w:t>
      </w:r>
      <w:r w:rsidRPr="00880054">
        <w:t>že politiky zamerané na boj proti zmeny klímy sú neprípustné, ak spomaľujú váš hospodársky rozvoj</w:t>
      </w:r>
      <w:r w:rsidR="00880054">
        <w:t xml:space="preserve"> a </w:t>
      </w:r>
      <w:r w:rsidRPr="00880054">
        <w:t>schopnosť zabezpečovať svojim obyvateľom potraviny, pracovné miesta, bývanie, vzdelávanie, zdravotnú starostlivosť</w:t>
      </w:r>
      <w:r w:rsidR="00880054">
        <w:t xml:space="preserve"> a </w:t>
      </w:r>
      <w:r w:rsidRPr="00880054">
        <w:t>uspokojenie iných základných potrieb, ktoré sa</w:t>
      </w:r>
      <w:r w:rsidR="00880054">
        <w:t xml:space="preserve"> v </w:t>
      </w:r>
      <w:r w:rsidRPr="00880054">
        <w:t>rozvinutých krajinách považuje za samozrejmé.</w:t>
      </w:r>
    </w:p>
    <w:p w:rsidR="007D1F4E" w:rsidRPr="00880054" w:rsidRDefault="00C87E7D" w:rsidP="00FA6E4E">
      <w:pPr>
        <w:pStyle w:val="Bodytext20"/>
        <w:shd w:val="clear" w:color="auto" w:fill="auto"/>
        <w:ind w:firstLine="0"/>
        <w:jc w:val="both"/>
      </w:pPr>
      <w:r w:rsidRPr="00880054">
        <w:t>Zmena klímy zároveň vážne ohrozuje vašu prosperitu, zdravie</w:t>
      </w:r>
      <w:r w:rsidR="00880054">
        <w:t xml:space="preserve"> a </w:t>
      </w:r>
      <w:r w:rsidRPr="00880054">
        <w:t>životy. Znečistenie ovzdušia</w:t>
      </w:r>
      <w:r w:rsidR="00880054">
        <w:t xml:space="preserve"> z </w:t>
      </w:r>
      <w:r w:rsidRPr="00880054">
        <w:t>fosílnych palív spôsobuje vo vašich krajinách každoročne milióny predčasných úmrtí. Nárast hladiny morí</w:t>
      </w:r>
      <w:r w:rsidR="00880054">
        <w:t xml:space="preserve"> a </w:t>
      </w:r>
      <w:r w:rsidRPr="00880054">
        <w:t>oceánov, extrémne počasie, suchá, pokles výnosov plodín</w:t>
      </w:r>
      <w:r w:rsidR="00880054">
        <w:t xml:space="preserve"> a </w:t>
      </w:r>
      <w:r w:rsidRPr="00880054">
        <w:t>ďalšie škody spôsobené zmenou klímy čoraz viac podnecujú konflikty</w:t>
      </w:r>
      <w:r w:rsidR="00880054">
        <w:t xml:space="preserve"> a </w:t>
      </w:r>
      <w:r w:rsidRPr="00880054">
        <w:t>migráciu, oslabujú legitímnosť vašich vlád</w:t>
      </w:r>
      <w:r w:rsidR="00880054">
        <w:t xml:space="preserve"> a </w:t>
      </w:r>
      <w:r w:rsidRPr="00880054">
        <w:t>pri malých ostrovných štátoch dokonca samotnú ich existenciu. Vaše krajiny majú možnosť preskočiť systém energie</w:t>
      </w:r>
      <w:r w:rsidR="00880054">
        <w:t xml:space="preserve"> z </w:t>
      </w:r>
      <w:r w:rsidRPr="00880054">
        <w:t>fosílnych palív</w:t>
      </w:r>
      <w:r w:rsidR="00880054">
        <w:t xml:space="preserve"> a </w:t>
      </w:r>
      <w:r w:rsidRPr="00880054">
        <w:t>prejsť rovno na čistý</w:t>
      </w:r>
      <w:r w:rsidR="00880054">
        <w:t xml:space="preserve"> a </w:t>
      </w:r>
      <w:r w:rsidRPr="00880054">
        <w:t>efektívny systém energie</w:t>
      </w:r>
      <w:r w:rsidR="00880054">
        <w:t xml:space="preserve"> z </w:t>
      </w:r>
      <w:r w:rsidRPr="00880054">
        <w:t>obnoviteľných zdrojov tak, ako mnohé</w:t>
      </w:r>
      <w:r w:rsidR="00880054">
        <w:t xml:space="preserve"> z </w:t>
      </w:r>
      <w:r w:rsidRPr="00880054">
        <w:t>nich preskočili éru pevných telefónnych liniek</w:t>
      </w:r>
      <w:r w:rsidR="00880054">
        <w:t xml:space="preserve"> a </w:t>
      </w:r>
      <w:r w:rsidRPr="00880054">
        <w:t>prešli rovno na mobilné telefóny. Energetická efektívnosť</w:t>
      </w:r>
      <w:r w:rsidR="00880054">
        <w:t xml:space="preserve"> a </w:t>
      </w:r>
      <w:r w:rsidRPr="00880054">
        <w:t>obnoviteľné zdroje energie, ako je veterná</w:t>
      </w:r>
      <w:r w:rsidR="00880054">
        <w:t xml:space="preserve"> a </w:t>
      </w:r>
      <w:r w:rsidRPr="00880054">
        <w:t>solárna energia, sú často ziskové, vytvárajú pracovné miesta</w:t>
      </w:r>
      <w:r w:rsidR="00880054">
        <w:t xml:space="preserve"> a </w:t>
      </w:r>
      <w:r w:rsidRPr="00880054">
        <w:t>hospodárske príležitosti</w:t>
      </w:r>
      <w:r w:rsidR="00880054">
        <w:t xml:space="preserve"> a </w:t>
      </w:r>
      <w:r w:rsidRPr="00880054">
        <w:t>prispievajú</w:t>
      </w:r>
      <w:r w:rsidR="00880054">
        <w:t xml:space="preserve"> k </w:t>
      </w:r>
      <w:r w:rsidRPr="00880054">
        <w:t>zlepšeniu zdravia obyvateľstva.</w:t>
      </w:r>
    </w:p>
    <w:p w:rsidR="00F367C3" w:rsidRPr="00880054" w:rsidRDefault="00F367C3" w:rsidP="00FA6E4E">
      <w:pPr>
        <w:spacing w:after="120"/>
        <w:jc w:val="center"/>
      </w:pPr>
      <w:r w:rsidRPr="00880054">
        <w:t>_____________</w:t>
      </w:r>
    </w:p>
    <w:p w:rsidR="00F367C3" w:rsidRPr="00880054" w:rsidRDefault="00F367C3">
      <w:pPr>
        <w:pStyle w:val="Bodytext20"/>
        <w:shd w:val="clear" w:color="auto" w:fill="auto"/>
        <w:ind w:firstLine="0"/>
        <w:jc w:val="both"/>
      </w:pPr>
    </w:p>
    <w:sectPr w:rsidR="00F367C3" w:rsidRPr="00880054" w:rsidSect="00FA6E4E">
      <w:footerReference w:type="default" r:id="rId9"/>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7C3" w:rsidRPr="00FA6E4E" w:rsidRDefault="00F367C3">
    <w:pPr>
      <w:pStyle w:val="Footer"/>
      <w:rPr>
        <w:i/>
        <w:sz w:val="20"/>
        <w:szCs w:val="20"/>
      </w:rPr>
    </w:pPr>
    <w:r>
      <w:rPr>
        <w:i/>
        <w:sz w:val="20"/>
        <w:szCs w:val="20"/>
      </w:rPr>
      <w:t xml:space="preserve">Pripravili: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a UMC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Naposledy aktualizované v septembri 2019. </w:t>
    </w:r>
    <w:hyperlink r:id="rId1" w:history="1">
      <w:r>
        <w:rPr>
          <w:i/>
          <w:sz w:val="20"/>
          <w:szCs w:val="20"/>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rle Koppel">
    <w15:presenceInfo w15:providerId="None" w15:userId="Merle Koppel"/>
  </w15:person>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33065F"/>
    <w:rsid w:val="00345F9F"/>
    <w:rsid w:val="00363BF1"/>
    <w:rsid w:val="003A2E5D"/>
    <w:rsid w:val="003F232F"/>
    <w:rsid w:val="00486689"/>
    <w:rsid w:val="005F7717"/>
    <w:rsid w:val="0063415F"/>
    <w:rsid w:val="006C020C"/>
    <w:rsid w:val="007120A5"/>
    <w:rsid w:val="00791C4B"/>
    <w:rsid w:val="007A17D4"/>
    <w:rsid w:val="007A2EE5"/>
    <w:rsid w:val="007D1F4E"/>
    <w:rsid w:val="00880054"/>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k-SK"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k-SK"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CTJJHAUHWN5E-644613129-2788</_dlc_DocId>
    <_dlc_DocIdUrl xmlns="bfc960a6-20da-4c94-8684-71380fca093b">
      <Url>http://dm2016/eesc/2019/_layouts/15/DocIdRedir.aspx?ID=CTJJHAUHWN5E-644613129-2788</Url>
      <Description>CTJJHAUHWN5E-644613129-2788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153</Value>
      <Value>152</Value>
      <Value>64</Value>
      <Value>63</Value>
      <Value>25</Value>
      <Value>246</Value>
      <Value>62</Value>
      <Value>21</Value>
      <Value>55</Value>
      <Value>17</Value>
      <Value>16</Value>
      <Value>52</Value>
      <Value>162</Value>
      <Value>11</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D35C79-7637-4A97-BC8D-6D571A71C1D3}"/>
</file>

<file path=customXml/itemProps2.xml><?xml version="1.0" encoding="utf-8"?>
<ds:datastoreItem xmlns:ds="http://schemas.openxmlformats.org/officeDocument/2006/customXml" ds:itemID="{32E08578-2E88-452A-A857-D9354229B591}"/>
</file>

<file path=customXml/itemProps3.xml><?xml version="1.0" encoding="utf-8"?>
<ds:datastoreItem xmlns:ds="http://schemas.openxmlformats.org/officeDocument/2006/customXml" ds:itemID="{D836F0A4-D468-40E1-86BB-97C6A29A3A34}"/>
</file>

<file path=customXml/itemProps4.xml><?xml version="1.0" encoding="utf-8"?>
<ds:datastoreItem xmlns:ds="http://schemas.openxmlformats.org/officeDocument/2006/customXml" ds:itemID="{944A0D8F-4111-4484-BAFC-247D3B8A430A}"/>
</file>

<file path=docProps/app.xml><?xml version="1.0" encoding="utf-8"?>
<Properties xmlns="http://schemas.openxmlformats.org/officeDocument/2006/extended-properties" xmlns:vt="http://schemas.openxmlformats.org/officeDocument/2006/docPropsVTypes">
  <Template>Styles</Template>
  <TotalTime>31</TotalTime>
  <Pages>3</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pracovné dokumenty - skupina 6B - Rozvíjajúce sa krajiny (1)</dc:title>
  <cp:keywords>EESC-2019-05163-06-00-INFO-TRA-EN</cp:keywords>
  <dc:description>Rapporteur:  - Original language: EN - Date of document: 09/12/2019 - Date of meeting:  - External documents:  - Administrator: MME LAHOUSSE Chloé</dc:description>
  <cp:lastModifiedBy>Stanislava Semancikova</cp:lastModifiedBy>
  <cp:revision>24</cp:revision>
  <dcterms:created xsi:type="dcterms:W3CDTF">2019-11-15T11:00:00Z</dcterms:created>
  <dcterms:modified xsi:type="dcterms:W3CDTF">2019-12-09T15:54:00Z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42fe0fa6-7e16-4567-bfd5-633e5ea0117f</vt:lpwstr>
  </property>
  <property fmtid="{D5CDD505-2E9C-101B-9397-08002B2CF9AE}" pid="9" name="AvailableTranslations">
    <vt:lpwstr>52;#DA|5d49c027-8956-412b-aa16-e85a0f96ad0e;#162;#TR|6e4ededd-04c4-4fa0-94e0-1028050302d5;#21;#IT|0774613c-01ed-4e5d-a25d-11d2388de825;#63;#MT|7df99101-6854-4a26-b53a-b88c0da02c26;#45;#NL|55c6556c-b4f4-441d-9acf-c498d4f838bd;#25;#SK|46d9fce0-ef79-4f71-b89b-cd6aa82426b8;#64;#PT|50ccc04a-eadd-42ae-a0cb-acaf45f812ba;#16;#PL|1e03da61-4678-4e07-b136-b5024ca9197b;#246;#ME|925b3da5-5ac0-4b3c-928c-6ef66a5c9b3c;#154;#SQ|5ac17240-8d11-45ec-9893-659b209d7a00;#55;#BG|1a1b3951-7821-4e6a-85f5-5673fc08bd2c;#62;#FI|87606a43-d45f-42d6-b8c9-e1a3457db5b7;#153;#SR|7f3a1d13-b985-4bfd-981e-afe31377edff;#17;#ES|e7a6b05b-ae16-40c8-add9-68b64b03aeba;#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TR|6e4ededd-04c4-4fa0-94e0-1028050302d5;IT|0774613c-01ed-4e5d-a25d-11d2388de825;MT|7df99101-6854-4a26-b53a-b88c0da02c26;NL|55c6556c-b4f4-441d-9acf-c498d4f838bd;PT|50ccc04a-eadd-42ae-a0cb-acaf45f812ba;PL|1e03da61-4678-4e07-b136-b5024ca9197b;ME|925b3da5-5ac0-4b3c-928c-6ef66a5c9b3c;SQ|5ac17240-8d11-45ec-9893-659b209d7a00;BG|1a1b3951-7821-4e6a-85f5-5673fc08bd2c;FI|87606a43-d45f-42d6-b8c9-e1a3457db5b7;SR|7f3a1d13-b985-4bfd-981e-afe31377edff;ES|e7a6b05b-ae16-40c8-add9-68b64b03aeba;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152;#MK|34ce48bb-063e-4413-a932-50853dc71c5c;#64;#PT|50ccc04a-eadd-42ae-a0cb-acaf45f812ba;#63;#MT|7df99101-6854-4a26-b53a-b88c0da02c26;#62;#FI|87606a43-d45f-42d6-b8c9-e1a3457db5b7;#246;#ME|925b3da5-5ac0-4b3c-928c-6ef66a5c9b3c;#21;#IT|0774613c-01ed-4e5d-a25d-11d2388de825;#55;#BG|1a1b3951-7821-4e6a-85f5-5673fc08bd2c;#17;#ES|e7a6b05b-ae16-40c8-add9-68b64b03aeba;#16;#PL|1e03da61-4678-4e07-b136-b5024ca9197b;#52;#DA|5d49c027-8956-412b-aa16-e85a0f96ad0e;#162;#TR|6e4ededd-04c4-4fa0-94e0-1028050302d5;#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25;#SK|46d9fce0-ef79-4f71-b89b-cd6aa82426b8</vt:lpwstr>
  </property>
</Properties>
</file>